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B3163E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4A2DAC" w:rsidRP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bookmarkStart w:id="1" w:name="_GoBack"/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bookmarkEnd w:id="1"/>
      <w:r w:rsidR="00B3163E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B3163E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4A2DAC" w:rsidRP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B3163E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4A2DAC" w:rsidRP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3B1CEC">
        <w:rPr>
          <w:b/>
        </w:rPr>
        <w:t>-</w:t>
      </w:r>
      <w:r w:rsidR="00945E30">
        <w:rPr>
          <w:b/>
        </w:rPr>
        <w:t xml:space="preserve">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5"/>
            <w:r w:rsidRPr="003D0FA7">
              <w:rPr>
                <w:sz w:val="18"/>
                <w:szCs w:val="18"/>
              </w:rPr>
              <w:t>/</w:t>
            </w:r>
            <w:bookmarkStart w:id="6" w:name="Texto5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6"/>
            <w:r w:rsidRPr="003D0FA7">
              <w:rPr>
                <w:sz w:val="18"/>
                <w:szCs w:val="18"/>
              </w:rPr>
              <w:t>/</w:t>
            </w:r>
            <w:bookmarkStart w:id="7" w:name="Texto5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7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D0FA7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8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D0FA7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D0FA7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D0FA7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1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D0FA7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3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D0FA7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4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5"/>
            <w:r w:rsidRPr="003D0FA7">
              <w:rPr>
                <w:sz w:val="18"/>
                <w:szCs w:val="18"/>
              </w:rPr>
              <w:t>.</w:t>
            </w:r>
            <w:bookmarkStart w:id="16" w:name="Texto6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6"/>
            <w:r w:rsidRPr="003D0FA7">
              <w:rPr>
                <w:sz w:val="18"/>
                <w:szCs w:val="18"/>
              </w:rPr>
              <w:t>.</w:t>
            </w:r>
            <w:bookmarkStart w:id="17" w:name="Texto6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7"/>
            <w:r w:rsidRPr="003D0FA7">
              <w:rPr>
                <w:sz w:val="18"/>
                <w:szCs w:val="18"/>
              </w:rPr>
              <w:t>-</w:t>
            </w:r>
            <w:bookmarkStart w:id="18" w:name="Texto66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D0FA7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  <w:lang w:val="en-US"/>
              </w:rPr>
            </w:r>
            <w:r w:rsidR="00514084" w:rsidRPr="003D0FA7">
              <w:rPr>
                <w:sz w:val="18"/>
                <w:szCs w:val="18"/>
                <w:lang w:val="en-US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3D0FA7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3"/>
            <w:r w:rsidRPr="003D0FA7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5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7"/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8"/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9"/>
            <w:r w:rsidRPr="003D0FA7">
              <w:rPr>
                <w:sz w:val="18"/>
                <w:szCs w:val="18"/>
              </w:rPr>
              <w:t>-</w:t>
            </w:r>
            <w:bookmarkStart w:id="30" w:name="Texto7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D0FA7" w:rsidRDefault="00A11624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bookmarkStart w:id="31" w:name="Texto7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1"/>
            <w:r w:rsidRPr="003D0FA7">
              <w:rPr>
                <w:sz w:val="18"/>
                <w:szCs w:val="18"/>
              </w:rPr>
              <w:t xml:space="preserve">) </w:t>
            </w:r>
            <w:bookmarkStart w:id="32" w:name="Texto80"/>
            <w:r w:rsidR="00063A67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bookmarkEnd w:id="32"/>
            <w:r w:rsidRPr="003D0FA7">
              <w:rPr>
                <w:sz w:val="18"/>
                <w:szCs w:val="18"/>
              </w:rPr>
              <w:t>-</w:t>
            </w:r>
            <w:bookmarkStart w:id="33" w:name="Texto8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3"/>
            <w:r w:rsidRPr="003D0FA7">
              <w:rPr>
                <w:b/>
                <w:sz w:val="18"/>
                <w:szCs w:val="18"/>
              </w:rPr>
              <w:tab/>
              <w:t xml:space="preserve">Celular: </w:t>
            </w:r>
            <w:r w:rsidRPr="003D0FA7">
              <w:rPr>
                <w:sz w:val="18"/>
                <w:szCs w:val="18"/>
              </w:rPr>
              <w:t>(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Admissão</w:t>
            </w:r>
            <w:r w:rsidRPr="003D0FA7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5"/>
            <w:r w:rsidRPr="003D0FA7">
              <w:rPr>
                <w:sz w:val="18"/>
                <w:szCs w:val="18"/>
              </w:rPr>
              <w:t>/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bookmarkStart w:id="36" w:name="Texto96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6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37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A11624" w:rsidRPr="003D0FA7" w:rsidTr="003D0FA7">
        <w:tc>
          <w:tcPr>
            <w:tcW w:w="9224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Telefone</w:t>
            </w:r>
            <w:r w:rsidRPr="003D0FA7">
              <w:rPr>
                <w:sz w:val="18"/>
                <w:szCs w:val="18"/>
              </w:rPr>
              <w:t>: 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571603" w:rsidRPr="003D0FA7">
              <w:rPr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="007078E1"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6F0A60" w:rsidRPr="003D0FA7" w:rsidRDefault="00A11624" w:rsidP="003D0FA7">
            <w:pPr>
              <w:spacing w:after="60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9"/>
            <w:r w:rsidRPr="003D0FA7">
              <w:rPr>
                <w:sz w:val="18"/>
                <w:szCs w:val="18"/>
              </w:rPr>
              <w:t>.</w:t>
            </w:r>
            <w:bookmarkStart w:id="40" w:name="Texto10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0"/>
            <w:r w:rsidRPr="003D0FA7">
              <w:rPr>
                <w:sz w:val="18"/>
                <w:szCs w:val="18"/>
              </w:rPr>
              <w:t>.</w:t>
            </w:r>
            <w:bookmarkStart w:id="41" w:name="Texto101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1"/>
            <w:r w:rsidRPr="003D0FA7">
              <w:rPr>
                <w:sz w:val="18"/>
                <w:szCs w:val="18"/>
              </w:rPr>
              <w:t>/</w:t>
            </w:r>
            <w:bookmarkStart w:id="42" w:name="Texto10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2"/>
            <w:r w:rsidRPr="003D0FA7">
              <w:rPr>
                <w:sz w:val="18"/>
                <w:szCs w:val="18"/>
              </w:rPr>
              <w:t>-</w:t>
            </w:r>
            <w:bookmarkStart w:id="43" w:name="Texto103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3"/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4A2DAC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4"/>
          </w:p>
          <w:p w:rsidR="00A11624" w:rsidRPr="003D0FA7" w:rsidRDefault="006F0A60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Abertura</w:t>
            </w:r>
            <w:r w:rsidRPr="003D0FA7">
              <w:rPr>
                <w:sz w:val="18"/>
                <w:szCs w:val="18"/>
              </w:rPr>
              <w:t xml:space="preserve">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="00063A67">
              <w:rPr>
                <w:b/>
                <w:sz w:val="18"/>
                <w:szCs w:val="18"/>
              </w:rPr>
              <w:t>Salário</w:t>
            </w:r>
            <w:r w:rsidRPr="003D0FA7">
              <w:rPr>
                <w:b/>
                <w:sz w:val="18"/>
                <w:szCs w:val="18"/>
              </w:rPr>
              <w:t xml:space="preserve"> Mensal: R$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="007D1808" w:rsidRPr="003D0FA7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D0FA7" w:rsidTr="003D0FA7">
        <w:tc>
          <w:tcPr>
            <w:tcW w:w="9224" w:type="dxa"/>
            <w:shd w:val="clear" w:color="auto" w:fill="auto"/>
          </w:tcPr>
          <w:p w:rsidR="00571603" w:rsidRPr="003D0FA7" w:rsidRDefault="00571603" w:rsidP="003D0FA7">
            <w:pPr>
              <w:spacing w:before="120" w:line="360" w:lineRule="auto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571603" w:rsidRPr="003D0FA7" w:rsidRDefault="00571603" w:rsidP="003D0FA7">
            <w:pPr>
              <w:spacing w:line="360" w:lineRule="auto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D0FA7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45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D0FA7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8292E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8292E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4A2DAC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9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0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1"/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8292E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4A2DAC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8292E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7D1808" w:rsidRPr="001C2DB7" w:rsidRDefault="007D1808" w:rsidP="007D1808">
      <w:pPr>
        <w:spacing w:before="120"/>
        <w:rPr>
          <w:b/>
          <w:sz w:val="18"/>
          <w:szCs w:val="18"/>
        </w:rPr>
      </w:pPr>
      <w:r w:rsidRPr="001C2DB7">
        <w:rPr>
          <w:b/>
          <w:sz w:val="18"/>
          <w:szCs w:val="18"/>
        </w:rPr>
        <w:t>Bancárias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Banco: </w:t>
            </w:r>
            <w:bookmarkStart w:id="53" w:name="Texto92"/>
            <w:r w:rsidRPr="003D0FA7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53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Agência: </w:t>
            </w:r>
            <w:bookmarkStart w:id="54" w:name="Texto93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3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4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nº da conta corrente: </w:t>
            </w:r>
            <w:bookmarkStart w:id="55" w:name="Texto94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5"/>
          </w:p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Banco: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2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Agência: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nº da conta corrente: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DE34E5" w:rsidRDefault="00DE34E5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</w:t>
      </w:r>
      <w:r w:rsidR="00DE34E5">
        <w:rPr>
          <w:b/>
          <w:sz w:val="18"/>
          <w:szCs w:val="18"/>
        </w:rPr>
        <w:t xml:space="preserve">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D0FA7" w:rsidTr="003D0FA7">
        <w:tc>
          <w:tcPr>
            <w:tcW w:w="9225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FD6DFA" w:rsidRPr="003D0FA7">
              <w:rPr>
                <w:b/>
                <w:sz w:val="18"/>
                <w:szCs w:val="18"/>
              </w:rPr>
              <w:tab/>
              <w:t>Telef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  <w:tr w:rsidR="00816ED1" w:rsidRPr="003D0FA7" w:rsidTr="003D0FA7">
        <w:tc>
          <w:tcPr>
            <w:tcW w:w="9225" w:type="dxa"/>
            <w:shd w:val="clear" w:color="auto" w:fill="auto"/>
          </w:tcPr>
          <w:p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Tele</w:t>
            </w:r>
            <w:r w:rsidR="00FD6DFA" w:rsidRPr="003D0FA7">
              <w:rPr>
                <w:b/>
                <w:sz w:val="18"/>
                <w:szCs w:val="18"/>
              </w:rPr>
              <w:t>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E605E9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3B1CEC" w:rsidRDefault="003B1CEC" w:rsidP="003B1CEC">
      <w:pPr>
        <w:spacing w:before="120"/>
        <w:rPr>
          <w:b/>
          <w:sz w:val="18"/>
          <w:szCs w:val="18"/>
        </w:rPr>
      </w:pPr>
    </w:p>
    <w:p w:rsidR="00053CAF" w:rsidRPr="007D1808" w:rsidRDefault="00053CAF" w:rsidP="00E37805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p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bookmarkStart w:id="56" w:name="Texto49"/>
    <w:p w:rsidR="00053CAF" w:rsidRPr="007D1808" w:rsidRDefault="001B43F4" w:rsidP="00B3529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="00A04DB4"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6"/>
      <w:r w:rsidR="00D737BF">
        <w:rPr>
          <w:sz w:val="20"/>
          <w:szCs w:val="20"/>
        </w:rPr>
        <w:t xml:space="preserve">, </w:t>
      </w:r>
      <w:bookmarkStart w:id="57" w:name="Texto105"/>
      <w:r w:rsidR="00D737BF"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4E03E8" w:rsidRP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&lt;&lt;dia&gt;&gt;</w:t>
      </w:r>
      <w:r w:rsidR="00D737BF">
        <w:rPr>
          <w:sz w:val="20"/>
          <w:szCs w:val="20"/>
        </w:rPr>
        <w:fldChar w:fldCharType="end"/>
      </w:r>
      <w:bookmarkEnd w:id="57"/>
      <w:r w:rsidR="00053CAF" w:rsidRPr="007D1808">
        <w:rPr>
          <w:sz w:val="20"/>
          <w:szCs w:val="20"/>
        </w:rPr>
        <w:t xml:space="preserve"> de </w:t>
      </w:r>
      <w:bookmarkStart w:id="58" w:name="Texto50"/>
      <w:r w:rsidR="00D737BF"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4E03E8" w:rsidRP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&lt;&lt;mês&gt;&gt;</w:t>
      </w:r>
      <w:r w:rsidR="00D737BF">
        <w:rPr>
          <w:sz w:val="20"/>
          <w:szCs w:val="20"/>
        </w:rPr>
        <w:fldChar w:fldCharType="end"/>
      </w:r>
      <w:bookmarkEnd w:id="58"/>
      <w:r w:rsidRPr="007D1808">
        <w:rPr>
          <w:sz w:val="20"/>
          <w:szCs w:val="20"/>
        </w:rPr>
        <w:t xml:space="preserve"> </w:t>
      </w:r>
      <w:r w:rsidR="00053CAF" w:rsidRPr="007D1808">
        <w:rPr>
          <w:sz w:val="20"/>
          <w:szCs w:val="20"/>
        </w:rPr>
        <w:t xml:space="preserve">de </w:t>
      </w:r>
      <w:bookmarkStart w:id="59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="00A04DB4"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9"/>
      <w:r w:rsidR="00D737BF">
        <w:rPr>
          <w:sz w:val="20"/>
          <w:szCs w:val="20"/>
        </w:rPr>
        <w:t>.</w:t>
      </w:r>
    </w:p>
    <w:p w:rsidR="00053CAF" w:rsidRDefault="00053CAF" w:rsidP="00B35298">
      <w:pPr>
        <w:spacing w:before="120"/>
        <w:jc w:val="both"/>
        <w:rPr>
          <w:sz w:val="20"/>
          <w:szCs w:val="20"/>
        </w:rPr>
      </w:pPr>
    </w:p>
    <w:p w:rsidR="00571603" w:rsidRPr="007D1808" w:rsidRDefault="00571603" w:rsidP="00B35298">
      <w:pPr>
        <w:spacing w:before="120"/>
        <w:jc w:val="both"/>
        <w:rPr>
          <w:sz w:val="20"/>
          <w:szCs w:val="20"/>
        </w:rPr>
      </w:pPr>
    </w:p>
    <w:p w:rsidR="004D44FA" w:rsidRPr="007D1808" w:rsidRDefault="004D44FA" w:rsidP="00B3529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B43F4" w:rsidRPr="003D0FA7" w:rsidTr="003D0FA7">
        <w:tc>
          <w:tcPr>
            <w:tcW w:w="4791" w:type="dxa"/>
            <w:shd w:val="clear" w:color="auto" w:fill="auto"/>
          </w:tcPr>
          <w:p w:rsidR="001B43F4" w:rsidRPr="003D0FA7" w:rsidRDefault="001B43F4" w:rsidP="001E548C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</w:t>
            </w:r>
            <w:r w:rsidR="00571603" w:rsidRPr="003D0FA7">
              <w:rPr>
                <w:sz w:val="20"/>
                <w:szCs w:val="20"/>
              </w:rPr>
              <w:t>.................</w:t>
            </w:r>
          </w:p>
          <w:p w:rsidR="001B43F4" w:rsidRPr="003D0FA7" w:rsidRDefault="001B43F4" w:rsidP="003D0FA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053CAF" w:rsidRPr="007D1808" w:rsidRDefault="00053CAF" w:rsidP="00B35298">
      <w:pPr>
        <w:jc w:val="both"/>
        <w:rPr>
          <w:sz w:val="20"/>
          <w:szCs w:val="20"/>
        </w:rPr>
      </w:pPr>
    </w:p>
    <w:p w:rsidR="001B43F4" w:rsidRPr="007D1808" w:rsidRDefault="001B43F4" w:rsidP="00B35298">
      <w:pPr>
        <w:jc w:val="both"/>
        <w:rPr>
          <w:sz w:val="20"/>
          <w:szCs w:val="20"/>
        </w:rPr>
      </w:pPr>
    </w:p>
    <w:p w:rsidR="001B43F4" w:rsidRPr="007D1808" w:rsidRDefault="001B43F4" w:rsidP="00B35298">
      <w:pPr>
        <w:jc w:val="both"/>
        <w:rPr>
          <w:sz w:val="20"/>
          <w:szCs w:val="20"/>
        </w:rPr>
      </w:pPr>
    </w:p>
    <w:p w:rsidR="00DE34E5" w:rsidRDefault="00DE34E5" w:rsidP="00DE34E5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DE34E5" w:rsidRPr="001B43F4" w:rsidRDefault="00DE34E5" w:rsidP="00DE34E5">
      <w:pPr>
        <w:jc w:val="both"/>
        <w:rPr>
          <w:sz w:val="20"/>
          <w:szCs w:val="20"/>
        </w:rPr>
      </w:pPr>
    </w:p>
    <w:p w:rsidR="00DE34E5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Contador;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DE34E5" w:rsidRPr="001B43F4" w:rsidRDefault="00DE34E5" w:rsidP="00DE34E5">
      <w:pPr>
        <w:ind w:left="1068"/>
        <w:jc w:val="both"/>
        <w:rPr>
          <w:sz w:val="20"/>
          <w:szCs w:val="20"/>
        </w:rPr>
      </w:pPr>
      <w:r w:rsidRPr="001B43F4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:rsidR="00DE34E5" w:rsidRDefault="00DE34E5" w:rsidP="00DE34E5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DE34E5" w:rsidRPr="001B43F4" w:rsidRDefault="00DE34E5" w:rsidP="00DE34E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053CAF" w:rsidRDefault="00053CAF" w:rsidP="00B35298">
      <w:pPr>
        <w:jc w:val="both"/>
      </w:pPr>
    </w:p>
    <w:p w:rsidR="00053CAF" w:rsidRDefault="00053CAF" w:rsidP="001B43F4">
      <w:pPr>
        <w:jc w:val="both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2D6" w:rsidRDefault="00DC52D6">
      <w:r>
        <w:separator/>
      </w:r>
    </w:p>
  </w:endnote>
  <w:endnote w:type="continuationSeparator" w:id="0">
    <w:p w:rsidR="00DC52D6" w:rsidRDefault="00DC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812722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1774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812722" w:rsidRDefault="00812722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812722" w:rsidP="00C0599D">
    <w:pPr>
      <w:pStyle w:val="Rodap"/>
      <w:framePr w:wrap="around" w:vAnchor="text" w:hAnchor="margin" w:xAlign="outside" w:y="1"/>
      <w:rPr>
        <w:rStyle w:val="Nmerodepgina"/>
      </w:rPr>
    </w:pPr>
  </w:p>
  <w:p w:rsidR="00812722" w:rsidRPr="00B961F6" w:rsidRDefault="00812722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DE34E5">
      <w:rPr>
        <w:noProof/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Pr="00B961F6" w:rsidRDefault="00812722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2D6" w:rsidRDefault="00DC52D6">
      <w:r>
        <w:separator/>
      </w:r>
    </w:p>
  </w:footnote>
  <w:footnote w:type="continuationSeparator" w:id="0">
    <w:p w:rsidR="00DC52D6" w:rsidRDefault="00DC5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2E5230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2E5230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CK2OdkCfQkuAyrSytrvZg4ykZmBmDumONIru9irXLja2CQiadrRjf3otNVzt5qgpYphceeg9m1NLe8sMPDmiA==" w:salt="+ttPm8MNBnbeP/rKOVeJZw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68"/>
    <w:rsid w:val="00003E28"/>
    <w:rsid w:val="00015B94"/>
    <w:rsid w:val="00053CAF"/>
    <w:rsid w:val="00063A67"/>
    <w:rsid w:val="000A01FC"/>
    <w:rsid w:val="000A4966"/>
    <w:rsid w:val="000F3CD2"/>
    <w:rsid w:val="00162F6E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5968"/>
    <w:rsid w:val="002B77F4"/>
    <w:rsid w:val="002D5631"/>
    <w:rsid w:val="002E5230"/>
    <w:rsid w:val="002F5509"/>
    <w:rsid w:val="00304675"/>
    <w:rsid w:val="00306C91"/>
    <w:rsid w:val="003144B9"/>
    <w:rsid w:val="00316B97"/>
    <w:rsid w:val="003338B7"/>
    <w:rsid w:val="003B0BEC"/>
    <w:rsid w:val="003B1CEC"/>
    <w:rsid w:val="003D0FA7"/>
    <w:rsid w:val="003D2BD9"/>
    <w:rsid w:val="003D2D77"/>
    <w:rsid w:val="004100BC"/>
    <w:rsid w:val="00416768"/>
    <w:rsid w:val="00431C3E"/>
    <w:rsid w:val="00464FB0"/>
    <w:rsid w:val="00486791"/>
    <w:rsid w:val="00495EAB"/>
    <w:rsid w:val="004A2DAC"/>
    <w:rsid w:val="004C190F"/>
    <w:rsid w:val="004D0933"/>
    <w:rsid w:val="004D44FA"/>
    <w:rsid w:val="004E03E8"/>
    <w:rsid w:val="005013B9"/>
    <w:rsid w:val="00514084"/>
    <w:rsid w:val="00531E81"/>
    <w:rsid w:val="005557FA"/>
    <w:rsid w:val="00571603"/>
    <w:rsid w:val="00575B6B"/>
    <w:rsid w:val="00577D04"/>
    <w:rsid w:val="0058292E"/>
    <w:rsid w:val="0058414C"/>
    <w:rsid w:val="00595627"/>
    <w:rsid w:val="005B132F"/>
    <w:rsid w:val="005F2DEB"/>
    <w:rsid w:val="0061160B"/>
    <w:rsid w:val="00666F12"/>
    <w:rsid w:val="00696358"/>
    <w:rsid w:val="006B5B00"/>
    <w:rsid w:val="006C08ED"/>
    <w:rsid w:val="006D636D"/>
    <w:rsid w:val="006E1523"/>
    <w:rsid w:val="006E50FC"/>
    <w:rsid w:val="006F0A60"/>
    <w:rsid w:val="007078E1"/>
    <w:rsid w:val="00707B01"/>
    <w:rsid w:val="007443FC"/>
    <w:rsid w:val="00752413"/>
    <w:rsid w:val="00757B4A"/>
    <w:rsid w:val="00791752"/>
    <w:rsid w:val="007B2B07"/>
    <w:rsid w:val="007C298C"/>
    <w:rsid w:val="007D1808"/>
    <w:rsid w:val="00812722"/>
    <w:rsid w:val="008158AE"/>
    <w:rsid w:val="00816ED1"/>
    <w:rsid w:val="0083136B"/>
    <w:rsid w:val="008E19F0"/>
    <w:rsid w:val="008E57F1"/>
    <w:rsid w:val="009230DF"/>
    <w:rsid w:val="00936867"/>
    <w:rsid w:val="00945E30"/>
    <w:rsid w:val="00997840"/>
    <w:rsid w:val="009B2216"/>
    <w:rsid w:val="009F4555"/>
    <w:rsid w:val="00A02C56"/>
    <w:rsid w:val="00A04DB4"/>
    <w:rsid w:val="00A11624"/>
    <w:rsid w:val="00A17749"/>
    <w:rsid w:val="00A23D24"/>
    <w:rsid w:val="00A35DD1"/>
    <w:rsid w:val="00A57319"/>
    <w:rsid w:val="00A85DEE"/>
    <w:rsid w:val="00AF4D30"/>
    <w:rsid w:val="00B3163E"/>
    <w:rsid w:val="00B35298"/>
    <w:rsid w:val="00B63F6A"/>
    <w:rsid w:val="00B961F6"/>
    <w:rsid w:val="00BA7DED"/>
    <w:rsid w:val="00BB52E6"/>
    <w:rsid w:val="00BB725F"/>
    <w:rsid w:val="00BC0CAE"/>
    <w:rsid w:val="00BE575F"/>
    <w:rsid w:val="00C0599D"/>
    <w:rsid w:val="00C07A5B"/>
    <w:rsid w:val="00C401A6"/>
    <w:rsid w:val="00C73639"/>
    <w:rsid w:val="00C8006D"/>
    <w:rsid w:val="00C862E5"/>
    <w:rsid w:val="00C97F20"/>
    <w:rsid w:val="00CA1192"/>
    <w:rsid w:val="00CA64EA"/>
    <w:rsid w:val="00CC2918"/>
    <w:rsid w:val="00CE241B"/>
    <w:rsid w:val="00D11C13"/>
    <w:rsid w:val="00D737BF"/>
    <w:rsid w:val="00D80751"/>
    <w:rsid w:val="00DC018F"/>
    <w:rsid w:val="00DC52D6"/>
    <w:rsid w:val="00DE34E5"/>
    <w:rsid w:val="00E37805"/>
    <w:rsid w:val="00E605E9"/>
    <w:rsid w:val="00E60E14"/>
    <w:rsid w:val="00E80AFC"/>
    <w:rsid w:val="00F35436"/>
    <w:rsid w:val="00F51EC5"/>
    <w:rsid w:val="00FD6DFA"/>
    <w:rsid w:val="00FD7199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154F4-DDAB-408A-9F09-66C0B96B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A177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A17749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creduc-ficha-aluno</Template>
  <TotalTime>0</TotalTime>
  <Pages>2</Pages>
  <Words>800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2016-11-22T21:33:00Z</cp:lastPrinted>
  <dcterms:created xsi:type="dcterms:W3CDTF">2024-11-13T19:08:00Z</dcterms:created>
  <dcterms:modified xsi:type="dcterms:W3CDTF">2024-11-13T19:08:00Z</dcterms:modified>
</cp:coreProperties>
</file>